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AB770" w14:textId="236D2301" w:rsidR="00F37F00" w:rsidRPr="0068220B" w:rsidRDefault="00491A83" w:rsidP="00044EB7">
      <w:r w:rsidRPr="00491A83">
        <w:rPr>
          <w:noProof/>
        </w:rPr>
        <w:drawing>
          <wp:inline distT="0" distB="0" distL="0" distR="0" wp14:anchorId="4EF9807C" wp14:editId="027A286A">
            <wp:extent cx="7235825" cy="62820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5825" cy="628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3868B8" w14:textId="4A0686DB" w:rsidR="004C7D07" w:rsidRDefault="004C7D07" w:rsidP="004C7D07">
      <w:r>
        <w:lastRenderedPageBreak/>
        <w:t xml:space="preserve">THEORETICAL MASS FOR </w:t>
      </w:r>
      <w:r w:rsidR="0068220B">
        <w:t>[</w:t>
      </w:r>
      <w:r w:rsidR="0023096B">
        <w:t>C16H15O3ClS</w:t>
      </w:r>
      <w:r w:rsidR="00491A83">
        <w:t>-</w:t>
      </w:r>
      <w:r w:rsidR="0068220B">
        <w:t>H</w:t>
      </w:r>
      <w:r>
        <w:t>]</w:t>
      </w:r>
      <w:r w:rsidR="00491A83">
        <w:t>-</w:t>
      </w:r>
      <w:r>
        <w:t xml:space="preserve"> = </w:t>
      </w:r>
      <w:r w:rsidR="00491A83">
        <w:t>321.0358</w:t>
      </w:r>
    </w:p>
    <w:p w14:paraId="1B4E44A3" w14:textId="6CB56B1E" w:rsidR="00491A83" w:rsidRDefault="00491A83" w:rsidP="004C7D07">
      <w:r>
        <w:t>FOUND MASS: 321.0363</w:t>
      </w:r>
    </w:p>
    <w:p w14:paraId="06DB471A" w14:textId="40028F0B" w:rsidR="00491A83" w:rsidRDefault="00491A83" w:rsidP="004C7D07">
      <w:r>
        <w:t>ERROR (PPM):</w:t>
      </w:r>
      <w:r w:rsidR="0023096B">
        <w:t xml:space="preserve"> 1.66</w:t>
      </w:r>
    </w:p>
    <w:sectPr w:rsidR="00491A83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7F00"/>
    <w:rsid w:val="00044EB7"/>
    <w:rsid w:val="000E3EC1"/>
    <w:rsid w:val="001C3256"/>
    <w:rsid w:val="0023096B"/>
    <w:rsid w:val="00275E2A"/>
    <w:rsid w:val="003362A6"/>
    <w:rsid w:val="0037624E"/>
    <w:rsid w:val="003B0136"/>
    <w:rsid w:val="003E6E4E"/>
    <w:rsid w:val="00491A83"/>
    <w:rsid w:val="004B040E"/>
    <w:rsid w:val="004C2A0A"/>
    <w:rsid w:val="004C7D07"/>
    <w:rsid w:val="00525E2E"/>
    <w:rsid w:val="00595483"/>
    <w:rsid w:val="00626E7A"/>
    <w:rsid w:val="0068220B"/>
    <w:rsid w:val="00863BE8"/>
    <w:rsid w:val="00A06372"/>
    <w:rsid w:val="00AA367B"/>
    <w:rsid w:val="00B14461"/>
    <w:rsid w:val="00B22530"/>
    <w:rsid w:val="00DA3507"/>
    <w:rsid w:val="00DC1254"/>
    <w:rsid w:val="00DF6EA1"/>
    <w:rsid w:val="00E126C3"/>
    <w:rsid w:val="00E751C4"/>
    <w:rsid w:val="00F37F00"/>
    <w:rsid w:val="00F4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0D57F"/>
  <w15:docId w15:val="{E500B294-BA27-4C7A-BE44-B2130D125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2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Puchnarewicz, Malgorzata</cp:lastModifiedBy>
  <cp:revision>2</cp:revision>
  <dcterms:created xsi:type="dcterms:W3CDTF">2023-03-31T15:28:00Z</dcterms:created>
  <dcterms:modified xsi:type="dcterms:W3CDTF">2023-03-31T15:28:00Z</dcterms:modified>
</cp:coreProperties>
</file>